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5EB" w:rsidRPr="001E05EB" w:rsidRDefault="001E05EB" w:rsidP="001E05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E05EB">
        <w:rPr>
          <w:rFonts w:ascii="Times New Roman" w:eastAsia="Times New Roman" w:hAnsi="Times New Roman" w:cs="Times New Roman"/>
          <w:b/>
          <w:bCs/>
          <w:color w:val="003300"/>
          <w:sz w:val="36"/>
          <w:szCs w:val="36"/>
        </w:rPr>
        <w:t>List of Suffixes</w:t>
      </w:r>
    </w:p>
    <w:tbl>
      <w:tblPr>
        <w:tblW w:w="45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06"/>
        <w:gridCol w:w="6126"/>
      </w:tblGrid>
      <w:tr w:rsidR="001E05EB" w:rsidRPr="001E05EB" w:rsidTr="001E05EB">
        <w:trPr>
          <w:tblCellSpacing w:w="15" w:type="dxa"/>
        </w:trPr>
        <w:tc>
          <w:tcPr>
            <w:tcW w:w="0" w:type="auto"/>
            <w:hideMark/>
          </w:tcPr>
          <w:p w:rsidR="001E05EB" w:rsidRPr="001E05EB" w:rsidRDefault="001E05EB" w:rsidP="00636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able, </w:t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ible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ble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acious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cous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, al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ance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ancy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ant, </w:t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ent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er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, or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ar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ary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arch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ast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crat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ence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ful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gram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graph, </w:t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graphy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(i)an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ic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ac, </w:t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il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ile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ician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ion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ist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ite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ote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ity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ty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, y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ive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less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ment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nomy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ness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ory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ous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ose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sis, se, </w:t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sy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sia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ship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some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tude</w:t>
            </w:r>
            <w:proofErr w:type="spellEnd"/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y</w:t>
            </w:r>
          </w:p>
        </w:tc>
        <w:tc>
          <w:tcPr>
            <w:tcW w:w="0" w:type="auto"/>
            <w:hideMark/>
          </w:tcPr>
          <w:p w:rsidR="001E05EB" w:rsidRPr="001E05EB" w:rsidRDefault="001E05EB" w:rsidP="00636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t>able to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like, having the quality of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act of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 state of being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who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connected with, related to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who rules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who does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who advocates, rules by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quality of, act of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full of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thing written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writing, instrument for writing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pertaining to, like, concerned with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of, like, pertaining to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specialist in, practitioner of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act or condition of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who makes, does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connected with, inhabitant of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state of, character of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having the nature of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lacking, without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act of, the state of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science of, system of laws governing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quality of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having the nature of, a place or thing for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full of, having, containing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act of, state of, result of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art or skill of, the ability to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full of, like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state or quality of, the ability to</w:t>
            </w:r>
            <w:r w:rsidRPr="001E05E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full of, somewhat - to a degree</w:t>
            </w:r>
          </w:p>
        </w:tc>
      </w:tr>
    </w:tbl>
    <w:p w:rsidR="00316F1C" w:rsidRDefault="00316F1C"/>
    <w:sectPr w:rsidR="00316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5EB"/>
    <w:rsid w:val="001E05EB"/>
    <w:rsid w:val="00316F1C"/>
    <w:rsid w:val="0063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9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34EDEDDC.dotm</Template>
  <TotalTime>271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Mesa County Valey School District 51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lastname, Admin</dc:creator>
  <cp:keywords/>
  <dc:description/>
  <cp:lastModifiedBy>lastname, Admin</cp:lastModifiedBy>
  <cp:revision>2</cp:revision>
  <cp:lastPrinted>2011-02-02T18:53:00Z</cp:lastPrinted>
  <dcterms:created xsi:type="dcterms:W3CDTF">2011-02-01T19:37:00Z</dcterms:created>
  <dcterms:modified xsi:type="dcterms:W3CDTF">2011-02-02T23:24:00Z</dcterms:modified>
</cp:coreProperties>
</file>